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</w:rPr>
      </w:pPr>
      <w:r w:rsidRPr="001D7ED0">
        <w:rPr>
          <w:rFonts w:ascii="Baskerville Old Face" w:hAnsi="Baskerville Old Face"/>
          <w:b/>
          <w:sz w:val="32"/>
          <w:szCs w:val="32"/>
          <w:highlight w:val="green"/>
        </w:rPr>
        <w:t>Government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yellow"/>
        </w:rPr>
      </w:pPr>
      <w:r w:rsidRPr="001D7ED0">
        <w:rPr>
          <w:rFonts w:ascii="Baskerville Old Face" w:hAnsi="Baskerville Old Face"/>
          <w:b/>
          <w:sz w:val="32"/>
          <w:szCs w:val="32"/>
          <w:highlight w:val="yellow"/>
        </w:rPr>
        <w:t>*What type of government did Athens first have? Define "oligarchy." (p. 193)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yellow"/>
        </w:rPr>
      </w:pPr>
      <w:r w:rsidRPr="001D7ED0">
        <w:rPr>
          <w:rFonts w:ascii="Baskerville Old Face" w:hAnsi="Baskerville Old Face"/>
          <w:b/>
          <w:sz w:val="32"/>
          <w:szCs w:val="32"/>
          <w:highlight w:val="yellow"/>
        </w:rPr>
        <w:t>*Describe briefly how Athens' democracy worked (p. 193.)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yellow"/>
        </w:rPr>
      </w:pPr>
      <w:r w:rsidRPr="001D7ED0">
        <w:rPr>
          <w:rFonts w:ascii="Baskerville Old Face" w:hAnsi="Baskerville Old Face"/>
          <w:b/>
          <w:sz w:val="32"/>
          <w:szCs w:val="32"/>
          <w:highlight w:val="yellow"/>
        </w:rPr>
        <w:t>*What does the word "democracy" mean? (p. 193)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yellow"/>
        </w:rPr>
      </w:pPr>
      <w:r w:rsidRPr="001D7ED0">
        <w:rPr>
          <w:rFonts w:ascii="Baskerville Old Face" w:hAnsi="Baskerville Old Face"/>
          <w:b/>
          <w:sz w:val="32"/>
          <w:szCs w:val="32"/>
          <w:highlight w:val="yellow"/>
        </w:rPr>
        <w:t>*What was/is a citizen, and what role did they play in ancient Athens? (p. 191)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yellow"/>
        </w:rPr>
      </w:pPr>
      <w:r w:rsidRPr="001D7ED0">
        <w:rPr>
          <w:rFonts w:ascii="Baskerville Old Face" w:hAnsi="Baskerville Old Face"/>
          <w:b/>
          <w:sz w:val="32"/>
          <w:szCs w:val="32"/>
          <w:highlight w:val="yellow"/>
        </w:rPr>
        <w:t>*Describe the role that women played in Athens' democracy. (p. 191)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yellow"/>
        </w:rPr>
      </w:pPr>
      <w:r w:rsidRPr="001D7ED0">
        <w:rPr>
          <w:rFonts w:ascii="Baskerville Old Face" w:hAnsi="Baskerville Old Face"/>
          <w:b/>
          <w:sz w:val="32"/>
          <w:szCs w:val="32"/>
          <w:highlight w:val="yellow"/>
        </w:rPr>
        <w:t>*What is the difference between a monarchy, an oligarchy, and a democracy? (p. 191)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yellow"/>
        </w:rPr>
      </w:pPr>
      <w:r w:rsidRPr="001D7ED0">
        <w:rPr>
          <w:rFonts w:ascii="Baskerville Old Face" w:hAnsi="Baskerville Old Face"/>
          <w:b/>
          <w:sz w:val="32"/>
          <w:szCs w:val="32"/>
          <w:highlight w:val="yellow"/>
        </w:rPr>
        <w:t>*What was Athens' Assembly, and what role did it play in their democracy? (p. 200)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</w:rPr>
      </w:pPr>
      <w:r w:rsidRPr="001D7ED0">
        <w:rPr>
          <w:rFonts w:ascii="Baskerville Old Face" w:hAnsi="Baskerville Old Face"/>
          <w:b/>
          <w:sz w:val="32"/>
          <w:szCs w:val="32"/>
          <w:highlight w:val="yellow"/>
        </w:rPr>
        <w:t>*How did Pericles ensure that all citizens, no matter how poor or rich, could serve in the Assembly or in juries? (p. 200)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</w:rPr>
      </w:pP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</w:rPr>
      </w:pPr>
      <w:r w:rsidRPr="001D7ED0">
        <w:rPr>
          <w:rFonts w:ascii="Baskerville Old Face" w:hAnsi="Baskerville Old Face"/>
          <w:b/>
          <w:sz w:val="32"/>
          <w:szCs w:val="32"/>
          <w:highlight w:val="green"/>
        </w:rPr>
        <w:t>Empire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cyan"/>
        </w:rPr>
      </w:pPr>
      <w:r w:rsidRPr="001D7ED0">
        <w:rPr>
          <w:rFonts w:ascii="Baskerville Old Face" w:hAnsi="Baskerville Old Face"/>
          <w:b/>
          <w:sz w:val="32"/>
          <w:szCs w:val="32"/>
          <w:highlight w:val="cyan"/>
        </w:rPr>
        <w:t>The Persian War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cyan"/>
        </w:rPr>
      </w:pPr>
      <w:r w:rsidRPr="001D7ED0">
        <w:rPr>
          <w:rFonts w:ascii="Baskerville Old Face" w:hAnsi="Baskerville Old Face"/>
          <w:b/>
          <w:sz w:val="32"/>
          <w:szCs w:val="32"/>
          <w:highlight w:val="cyan"/>
        </w:rPr>
        <w:t>*According to the map on page 196, approximately when were The Persian Wars (between Athens and Persia) fought? (p.196)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cyan"/>
        </w:rPr>
      </w:pPr>
      <w:r w:rsidRPr="001D7ED0">
        <w:rPr>
          <w:rFonts w:ascii="Baskerville Old Face" w:hAnsi="Baskerville Old Face"/>
          <w:b/>
          <w:sz w:val="32"/>
          <w:szCs w:val="32"/>
          <w:highlight w:val="cyan"/>
        </w:rPr>
        <w:t>*According to this historical map [tells the story of an event in history], what are the dates and locations of three victories of the Greeks? (p. 196)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cyan"/>
        </w:rPr>
      </w:pPr>
      <w:r w:rsidRPr="001D7ED0">
        <w:rPr>
          <w:rFonts w:ascii="Baskerville Old Face" w:hAnsi="Baskerville Old Face"/>
          <w:b/>
          <w:sz w:val="32"/>
          <w:szCs w:val="32"/>
          <w:highlight w:val="cyan"/>
        </w:rPr>
        <w:t>*When did the Greeks defeat the Persian Empire? (p. 199)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</w:rPr>
      </w:pPr>
      <w:r w:rsidRPr="001D7ED0">
        <w:rPr>
          <w:rFonts w:ascii="Baskerville Old Face" w:hAnsi="Baskerville Old Face"/>
          <w:b/>
          <w:sz w:val="32"/>
          <w:szCs w:val="32"/>
          <w:highlight w:val="cyan"/>
        </w:rPr>
        <w:t>*What war-fighting force of Athens helped to defeat the Persians? (p. 199)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</w:rPr>
      </w:pP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green"/>
        </w:rPr>
      </w:pPr>
      <w:r w:rsidRPr="001D7ED0">
        <w:rPr>
          <w:rFonts w:ascii="Baskerville Old Face" w:hAnsi="Baskerville Old Face"/>
          <w:b/>
          <w:sz w:val="32"/>
          <w:szCs w:val="32"/>
          <w:highlight w:val="green"/>
        </w:rPr>
        <w:t>The Peloponnesian War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green"/>
        </w:rPr>
      </w:pPr>
      <w:r w:rsidRPr="001D7ED0">
        <w:rPr>
          <w:rFonts w:ascii="Baskerville Old Face" w:hAnsi="Baskerville Old Face"/>
          <w:b/>
          <w:sz w:val="32"/>
          <w:szCs w:val="32"/>
          <w:highlight w:val="green"/>
        </w:rPr>
        <w:t>*Who were the partners in the Peloponnesian League? (p. 202)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green"/>
        </w:rPr>
      </w:pPr>
      <w:r w:rsidRPr="001D7ED0">
        <w:rPr>
          <w:rFonts w:ascii="Baskerville Old Face" w:hAnsi="Baskerville Old Face"/>
          <w:b/>
          <w:sz w:val="32"/>
          <w:szCs w:val="32"/>
          <w:highlight w:val="green"/>
        </w:rPr>
        <w:t>*When did the Peloponnesian War begin? (p. 202)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green"/>
        </w:rPr>
      </w:pPr>
      <w:r w:rsidRPr="001D7ED0">
        <w:rPr>
          <w:rFonts w:ascii="Baskerville Old Face" w:hAnsi="Baskerville Old Face"/>
          <w:b/>
          <w:sz w:val="32"/>
          <w:szCs w:val="32"/>
          <w:highlight w:val="green"/>
        </w:rPr>
        <w:lastRenderedPageBreak/>
        <w:t>*Who attacked whom first? (p. 202)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green"/>
        </w:rPr>
      </w:pPr>
      <w:r w:rsidRPr="001D7ED0">
        <w:rPr>
          <w:rFonts w:ascii="Baskerville Old Face" w:hAnsi="Baskerville Old Face"/>
          <w:b/>
          <w:sz w:val="32"/>
          <w:szCs w:val="32"/>
          <w:highlight w:val="green"/>
        </w:rPr>
        <w:t>*What was Athens' war strategy? (p. 202)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green"/>
        </w:rPr>
      </w:pPr>
      <w:r w:rsidRPr="001D7ED0">
        <w:rPr>
          <w:rFonts w:ascii="Baskerville Old Face" w:hAnsi="Baskerville Old Face"/>
          <w:b/>
          <w:sz w:val="32"/>
          <w:szCs w:val="32"/>
          <w:highlight w:val="green"/>
        </w:rPr>
        <w:t>*What was Sparta's war strategy? (p. 202)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green"/>
        </w:rPr>
      </w:pPr>
      <w:r w:rsidRPr="001D7ED0">
        <w:rPr>
          <w:rFonts w:ascii="Baskerville Old Face" w:hAnsi="Baskerville Old Face"/>
          <w:b/>
          <w:sz w:val="32"/>
          <w:szCs w:val="32"/>
          <w:highlight w:val="green"/>
        </w:rPr>
        <w:t>*Who had the advantage on land? (p. 203)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green"/>
        </w:rPr>
      </w:pPr>
      <w:r w:rsidRPr="001D7ED0">
        <w:rPr>
          <w:rFonts w:ascii="Baskerville Old Face" w:hAnsi="Baskerville Old Face"/>
          <w:b/>
          <w:sz w:val="32"/>
          <w:szCs w:val="32"/>
          <w:highlight w:val="green"/>
        </w:rPr>
        <w:t>*Who had the advantage at sea? (p. 203)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green"/>
        </w:rPr>
      </w:pPr>
      <w:r w:rsidRPr="001D7ED0">
        <w:rPr>
          <w:rFonts w:ascii="Baskerville Old Face" w:hAnsi="Baskerville Old Face"/>
          <w:b/>
          <w:sz w:val="32"/>
          <w:szCs w:val="32"/>
          <w:highlight w:val="green"/>
        </w:rPr>
        <w:t>*Why did one-third of Athens' population die during the war inside the city walls? (p. 203)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green"/>
        </w:rPr>
      </w:pPr>
      <w:r w:rsidRPr="001D7ED0">
        <w:rPr>
          <w:rFonts w:ascii="Baskerville Old Face" w:hAnsi="Baskerville Old Face"/>
          <w:b/>
          <w:sz w:val="32"/>
          <w:szCs w:val="32"/>
          <w:highlight w:val="green"/>
        </w:rPr>
        <w:t>*What strategic military mistake did Athens make regarding Sicily? (p. 203)</w:t>
      </w:r>
    </w:p>
    <w:p w:rsidR="001D7ED0" w:rsidRPr="00D65B00" w:rsidRDefault="001D7ED0" w:rsidP="001D7ED0">
      <w:pPr>
        <w:rPr>
          <w:rFonts w:ascii="Baskerville Old Face" w:hAnsi="Baskerville Old Face"/>
          <w:b/>
          <w:sz w:val="32"/>
          <w:szCs w:val="32"/>
          <w:highlight w:val="green"/>
        </w:rPr>
      </w:pPr>
      <w:r w:rsidRPr="001D7ED0">
        <w:rPr>
          <w:rFonts w:ascii="Baskerville Old Face" w:hAnsi="Baskerville Old Face"/>
          <w:b/>
          <w:sz w:val="32"/>
          <w:szCs w:val="32"/>
          <w:highlight w:val="green"/>
        </w:rPr>
        <w:t xml:space="preserve">*How did Sparta starve the Athenians into surrendering by 404 B.C.? (p. </w:t>
      </w:r>
      <w:r w:rsidRPr="00D65B00">
        <w:rPr>
          <w:rFonts w:ascii="Baskerville Old Face" w:hAnsi="Baskerville Old Face"/>
          <w:b/>
          <w:sz w:val="32"/>
          <w:szCs w:val="32"/>
          <w:highlight w:val="green"/>
        </w:rPr>
        <w:t>203)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</w:rPr>
      </w:pPr>
      <w:r w:rsidRPr="00D65B00">
        <w:rPr>
          <w:rFonts w:ascii="Baskerville Old Face" w:hAnsi="Baskerville Old Face"/>
          <w:b/>
          <w:sz w:val="32"/>
          <w:szCs w:val="32"/>
          <w:highlight w:val="green"/>
        </w:rPr>
        <w:t>*How long had the war lasted? (p. 203)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</w:rPr>
      </w:pP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yellow"/>
        </w:rPr>
      </w:pPr>
      <w:r w:rsidRPr="001D7ED0">
        <w:rPr>
          <w:rFonts w:ascii="Baskerville Old Face" w:hAnsi="Baskerville Old Face"/>
          <w:b/>
          <w:sz w:val="32"/>
          <w:szCs w:val="32"/>
          <w:highlight w:val="yellow"/>
        </w:rPr>
        <w:t>Phillip II and Alexander the Great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yellow"/>
        </w:rPr>
      </w:pPr>
      <w:r w:rsidRPr="001D7ED0">
        <w:rPr>
          <w:rFonts w:ascii="Baskerville Old Face" w:hAnsi="Baskerville Old Face"/>
          <w:b/>
          <w:sz w:val="32"/>
          <w:szCs w:val="32"/>
          <w:highlight w:val="yellow"/>
        </w:rPr>
        <w:t>*Who was King Phillip II, and where was Macedonia? (p. 204)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yellow"/>
        </w:rPr>
      </w:pPr>
      <w:r w:rsidRPr="001D7ED0">
        <w:rPr>
          <w:rFonts w:ascii="Baskerville Old Face" w:hAnsi="Baskerville Old Face"/>
          <w:b/>
          <w:sz w:val="32"/>
          <w:szCs w:val="32"/>
          <w:highlight w:val="yellow"/>
        </w:rPr>
        <w:t>*What was Phillips great goal or secret desire? (p. 204)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yellow"/>
        </w:rPr>
      </w:pPr>
      <w:r w:rsidRPr="001D7ED0">
        <w:rPr>
          <w:rFonts w:ascii="Baskerville Old Face" w:hAnsi="Baskerville Old Face"/>
          <w:b/>
          <w:sz w:val="32"/>
          <w:szCs w:val="32"/>
          <w:highlight w:val="yellow"/>
        </w:rPr>
        <w:t>*What two military battle improvements did Phillip succeed in introducing to his army? (p. 204)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yellow"/>
        </w:rPr>
      </w:pPr>
      <w:r w:rsidRPr="001D7ED0">
        <w:rPr>
          <w:rFonts w:ascii="Baskerville Old Face" w:hAnsi="Baskerville Old Face"/>
          <w:b/>
          <w:sz w:val="32"/>
          <w:szCs w:val="32"/>
          <w:highlight w:val="yellow"/>
        </w:rPr>
        <w:t>*When did Phillip of Macedonia defeat the Greeks? (p. 204)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yellow"/>
        </w:rPr>
      </w:pPr>
      <w:r w:rsidRPr="001D7ED0">
        <w:rPr>
          <w:rFonts w:ascii="Baskerville Old Face" w:hAnsi="Baskerville Old Face"/>
          <w:b/>
          <w:sz w:val="32"/>
          <w:szCs w:val="32"/>
          <w:highlight w:val="yellow"/>
        </w:rPr>
        <w:t>*How, and when, did Phillip of Macedonia "meet his end," and who took over for him? (p. 205)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yellow"/>
        </w:rPr>
      </w:pPr>
      <w:r w:rsidRPr="001D7ED0">
        <w:rPr>
          <w:rFonts w:ascii="Baskerville Old Face" w:hAnsi="Baskerville Old Face"/>
          <w:b/>
          <w:sz w:val="32"/>
          <w:szCs w:val="32"/>
          <w:highlight w:val="yellow"/>
        </w:rPr>
        <w:t>*Between what dates did Alexander the Great conquer/create his empire? (p. 209)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yellow"/>
        </w:rPr>
      </w:pPr>
      <w:r w:rsidRPr="001D7ED0">
        <w:rPr>
          <w:rFonts w:ascii="Baskerville Old Face" w:hAnsi="Baskerville Old Face"/>
          <w:b/>
          <w:sz w:val="32"/>
          <w:szCs w:val="32"/>
          <w:highlight w:val="yellow"/>
        </w:rPr>
        <w:t>*Describe the extent of his empire from west to east and south to north. Name the geographical regions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yellow"/>
        </w:rPr>
      </w:pPr>
      <w:proofErr w:type="gramStart"/>
      <w:r w:rsidRPr="001D7ED0">
        <w:rPr>
          <w:rFonts w:ascii="Baskerville Old Face" w:hAnsi="Baskerville Old Face"/>
          <w:b/>
          <w:sz w:val="32"/>
          <w:szCs w:val="32"/>
          <w:highlight w:val="yellow"/>
        </w:rPr>
        <w:t>he</w:t>
      </w:r>
      <w:proofErr w:type="gramEnd"/>
      <w:r w:rsidRPr="001D7ED0">
        <w:rPr>
          <w:rFonts w:ascii="Baskerville Old Face" w:hAnsi="Baskerville Old Face"/>
          <w:b/>
          <w:sz w:val="32"/>
          <w:szCs w:val="32"/>
          <w:highlight w:val="yellow"/>
        </w:rPr>
        <w:t xml:space="preserve"> conquered (p. 209)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2"/>
          <w:szCs w:val="32"/>
          <w:highlight w:val="yellow"/>
        </w:rPr>
      </w:pPr>
      <w:r w:rsidRPr="001D7ED0">
        <w:rPr>
          <w:rFonts w:ascii="Baskerville Old Face" w:hAnsi="Baskerville Old Face"/>
          <w:b/>
          <w:sz w:val="32"/>
          <w:szCs w:val="32"/>
          <w:highlight w:val="yellow"/>
        </w:rPr>
        <w:t>*How old was Alexander when he died? (p. 210)</w:t>
      </w:r>
    </w:p>
    <w:p w:rsidR="001D7ED0" w:rsidRPr="001D7ED0" w:rsidRDefault="001D7ED0" w:rsidP="001D7ED0">
      <w:pPr>
        <w:rPr>
          <w:rFonts w:ascii="Baskerville Old Face" w:hAnsi="Baskerville Old Face"/>
          <w:b/>
          <w:sz w:val="36"/>
          <w:szCs w:val="36"/>
          <w:highlight w:val="yellow"/>
        </w:rPr>
      </w:pPr>
      <w:r w:rsidRPr="001D7ED0">
        <w:rPr>
          <w:rFonts w:ascii="Baskerville Old Face" w:hAnsi="Baskerville Old Face"/>
          <w:b/>
          <w:sz w:val="32"/>
          <w:szCs w:val="32"/>
          <w:highlight w:val="yellow"/>
        </w:rPr>
        <w:lastRenderedPageBreak/>
        <w:t xml:space="preserve">*Describe the effects, or consequences, in culture of Alexander's conquest? What were the effects in terms of cities built, buildings constructed, religion, government, and learning [libraries and writing]? (p. </w:t>
      </w:r>
      <w:r w:rsidRPr="001D7ED0">
        <w:rPr>
          <w:rFonts w:ascii="Baskerville Old Face" w:hAnsi="Baskerville Old Face"/>
          <w:b/>
          <w:sz w:val="36"/>
          <w:szCs w:val="36"/>
          <w:highlight w:val="yellow"/>
        </w:rPr>
        <w:t>210-211)</w:t>
      </w:r>
    </w:p>
    <w:p w:rsidR="0081703C" w:rsidRPr="00D65B00" w:rsidRDefault="001D7ED0" w:rsidP="001D7ED0">
      <w:pPr>
        <w:rPr>
          <w:rFonts w:ascii="Baskerville Old Face" w:hAnsi="Baskerville Old Face"/>
          <w:b/>
          <w:sz w:val="32"/>
          <w:szCs w:val="32"/>
        </w:rPr>
      </w:pPr>
      <w:r w:rsidRPr="00D65B00">
        <w:rPr>
          <w:rFonts w:ascii="Baskerville Old Face" w:hAnsi="Baskerville Old Face"/>
          <w:b/>
          <w:sz w:val="32"/>
          <w:szCs w:val="32"/>
          <w:highlight w:val="yellow"/>
        </w:rPr>
        <w:t xml:space="preserve">*What was Hellenism, what cultures did it combine, and what positive </w:t>
      </w:r>
      <w:bookmarkStart w:id="0" w:name="_GoBack"/>
      <w:bookmarkEnd w:id="0"/>
      <w:r w:rsidRPr="00D65B00">
        <w:rPr>
          <w:rFonts w:ascii="Baskerville Old Face" w:hAnsi="Baskerville Old Face"/>
          <w:b/>
          <w:sz w:val="32"/>
          <w:szCs w:val="32"/>
          <w:highlight w:val="yellow"/>
        </w:rPr>
        <w:t>effects did it have? (p. 212)</w:t>
      </w:r>
    </w:p>
    <w:sectPr w:rsidR="0081703C" w:rsidRPr="00D65B00" w:rsidSect="00B96B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ED0"/>
    <w:rsid w:val="001D7ED0"/>
    <w:rsid w:val="0081703C"/>
    <w:rsid w:val="00B96BBE"/>
    <w:rsid w:val="00D6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FEAEBC25.dotm</Template>
  <TotalTime>6</TotalTime>
  <Pages>3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Lakeland CSD</dc:creator>
  <cp:keywords/>
  <dc:description/>
  <cp:lastModifiedBy>Lakeland CSD</cp:lastModifiedBy>
  <cp:revision>2</cp:revision>
  <dcterms:created xsi:type="dcterms:W3CDTF">2012-04-12T18:34:00Z</dcterms:created>
  <dcterms:modified xsi:type="dcterms:W3CDTF">2012-04-12T19:02:00Z</dcterms:modified>
</cp:coreProperties>
</file>